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4B54D1" w:rsidRDefault="004B54D1" w:rsidP="004B54D1">
      <w:pPr>
        <w:shd w:val="clear" w:color="auto" w:fill="000000" w:themeFill="text1"/>
        <w:jc w:val="center"/>
        <w:rPr>
          <w:sz w:val="32"/>
          <w:szCs w:val="32"/>
        </w:rPr>
      </w:pPr>
      <w:r w:rsidRPr="004B54D1">
        <w:rPr>
          <w:sz w:val="32"/>
          <w:szCs w:val="32"/>
        </w:rPr>
        <w:t>Individual Reflection: Accepting &amp; Acting on Negative Feedback</w:t>
      </w:r>
    </w:p>
    <w:p w:rsidR="004B54D1" w:rsidRDefault="004B54D1" w:rsidP="004B54D1">
      <w:pPr>
        <w:rPr>
          <w:sz w:val="32"/>
          <w:szCs w:val="32"/>
        </w:rPr>
      </w:pPr>
    </w:p>
    <w:p w:rsidR="004B54D1" w:rsidRPr="004B54D1" w:rsidRDefault="004B54D1" w:rsidP="004B54D1">
      <w:pPr>
        <w:rPr>
          <w:sz w:val="32"/>
          <w:szCs w:val="32"/>
        </w:rPr>
      </w:pPr>
      <w:bookmarkStart w:id="0" w:name="_GoBack"/>
      <w:bookmarkEnd w:id="0"/>
      <w:r w:rsidRPr="004B54D1">
        <w:rPr>
          <w:sz w:val="32"/>
          <w:szCs w:val="32"/>
        </w:rPr>
        <w:t>Typically, when I receive negative feedback, I react by….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B54D1" w:rsidRPr="004B54D1" w:rsidTr="004B54D1">
        <w:tc>
          <w:tcPr>
            <w:tcW w:w="9854" w:type="dxa"/>
          </w:tcPr>
          <w:p w:rsidR="004B54D1" w:rsidRPr="004B54D1" w:rsidRDefault="004B54D1" w:rsidP="004B54D1">
            <w:pPr>
              <w:rPr>
                <w:sz w:val="32"/>
                <w:szCs w:val="32"/>
              </w:rPr>
            </w:pPr>
          </w:p>
        </w:tc>
      </w:tr>
      <w:tr w:rsidR="004B54D1" w:rsidRPr="004B54D1" w:rsidTr="004B54D1">
        <w:tc>
          <w:tcPr>
            <w:tcW w:w="9854" w:type="dxa"/>
          </w:tcPr>
          <w:p w:rsidR="004B54D1" w:rsidRPr="004B54D1" w:rsidRDefault="004B54D1" w:rsidP="004B54D1">
            <w:pPr>
              <w:rPr>
                <w:sz w:val="32"/>
                <w:szCs w:val="32"/>
              </w:rPr>
            </w:pPr>
          </w:p>
        </w:tc>
      </w:tr>
      <w:tr w:rsidR="004B54D1" w:rsidRPr="004B54D1" w:rsidTr="004B54D1">
        <w:tc>
          <w:tcPr>
            <w:tcW w:w="9854" w:type="dxa"/>
          </w:tcPr>
          <w:p w:rsidR="004B54D1" w:rsidRPr="004B54D1" w:rsidRDefault="004B54D1" w:rsidP="004B54D1">
            <w:pPr>
              <w:rPr>
                <w:sz w:val="32"/>
                <w:szCs w:val="32"/>
              </w:rPr>
            </w:pPr>
          </w:p>
        </w:tc>
      </w:tr>
    </w:tbl>
    <w:p w:rsidR="004B54D1" w:rsidRPr="004B54D1" w:rsidRDefault="004B54D1" w:rsidP="004B54D1">
      <w:pPr>
        <w:rPr>
          <w:sz w:val="32"/>
          <w:szCs w:val="32"/>
        </w:rPr>
      </w:pPr>
      <w:r w:rsidRPr="004B54D1">
        <w:rPr>
          <w:sz w:val="32"/>
          <w:szCs w:val="32"/>
        </w:rPr>
        <w:t>Sometimes, I can be really good at receiving negative feedback, for example…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</w:tbl>
    <w:p w:rsidR="004B54D1" w:rsidRPr="004B54D1" w:rsidRDefault="004B54D1" w:rsidP="004B54D1">
      <w:pPr>
        <w:rPr>
          <w:sz w:val="32"/>
          <w:szCs w:val="32"/>
        </w:rPr>
      </w:pPr>
      <w:r w:rsidRPr="004B54D1">
        <w:rPr>
          <w:sz w:val="32"/>
          <w:szCs w:val="32"/>
        </w:rPr>
        <w:t>An example of when I reacted really badly to negative feedback was…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</w:tbl>
    <w:p w:rsidR="004B54D1" w:rsidRPr="004B54D1" w:rsidRDefault="004B54D1" w:rsidP="004B54D1">
      <w:pPr>
        <w:rPr>
          <w:sz w:val="32"/>
          <w:szCs w:val="32"/>
        </w:rPr>
      </w:pPr>
      <w:r w:rsidRPr="004B54D1">
        <w:rPr>
          <w:sz w:val="32"/>
          <w:szCs w:val="32"/>
        </w:rPr>
        <w:t>Being able to accept negative feedback is important in school because…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</w:tbl>
    <w:p w:rsidR="004B54D1" w:rsidRPr="004B54D1" w:rsidRDefault="004B54D1" w:rsidP="004B54D1">
      <w:pPr>
        <w:rPr>
          <w:sz w:val="32"/>
          <w:szCs w:val="32"/>
        </w:rPr>
      </w:pPr>
      <w:r w:rsidRPr="004B54D1">
        <w:rPr>
          <w:sz w:val="32"/>
          <w:szCs w:val="32"/>
        </w:rPr>
        <w:t xml:space="preserve">Being able to accept negative feedback is important </w:t>
      </w:r>
      <w:r w:rsidRPr="004B54D1">
        <w:rPr>
          <w:sz w:val="32"/>
          <w:szCs w:val="32"/>
        </w:rPr>
        <w:t xml:space="preserve">in life </w:t>
      </w:r>
      <w:r w:rsidRPr="004B54D1">
        <w:rPr>
          <w:sz w:val="32"/>
          <w:szCs w:val="32"/>
        </w:rPr>
        <w:t>because…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  <w:tr w:rsidR="004B54D1" w:rsidRPr="004B54D1" w:rsidTr="00435E9F">
        <w:tc>
          <w:tcPr>
            <w:tcW w:w="9854" w:type="dxa"/>
          </w:tcPr>
          <w:p w:rsidR="004B54D1" w:rsidRPr="004B54D1" w:rsidRDefault="004B54D1" w:rsidP="00435E9F">
            <w:pPr>
              <w:rPr>
                <w:sz w:val="32"/>
                <w:szCs w:val="32"/>
              </w:rPr>
            </w:pPr>
          </w:p>
        </w:tc>
      </w:tr>
    </w:tbl>
    <w:p w:rsidR="004B54D1" w:rsidRPr="004B54D1" w:rsidRDefault="004B54D1" w:rsidP="004B54D1">
      <w:pPr>
        <w:rPr>
          <w:sz w:val="32"/>
          <w:szCs w:val="32"/>
        </w:rPr>
      </w:pPr>
    </w:p>
    <w:sectPr w:rsidR="004B54D1" w:rsidRPr="004B54D1" w:rsidSect="00F62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D1"/>
    <w:rsid w:val="00370853"/>
    <w:rsid w:val="004B54D1"/>
    <w:rsid w:val="007061E6"/>
    <w:rsid w:val="009C117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B3776DF5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1</cp:revision>
  <dcterms:created xsi:type="dcterms:W3CDTF">2017-07-03T11:22:00Z</dcterms:created>
  <dcterms:modified xsi:type="dcterms:W3CDTF">2017-07-03T11:29:00Z</dcterms:modified>
</cp:coreProperties>
</file>